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68" w:rsidRDefault="00A83568">
      <w:r>
        <w:t>Kelsey McQuaide</w:t>
      </w:r>
    </w:p>
    <w:p w:rsidR="00A83568" w:rsidRDefault="00A83568">
      <w:r>
        <w:t>Global networking</w:t>
      </w:r>
    </w:p>
    <w:p w:rsidR="00A83568" w:rsidRDefault="00A83568">
      <w:r>
        <w:t xml:space="preserve">Frau Spring </w:t>
      </w:r>
    </w:p>
    <w:p w:rsidR="00A83568" w:rsidRDefault="00A83568">
      <w:r>
        <w:t>4th rotation pd.8</w:t>
      </w:r>
    </w:p>
    <w:p w:rsidR="00A83568" w:rsidRDefault="00A83568"/>
    <w:p w:rsidR="00A83568" w:rsidRDefault="00A83568">
      <w:pPr>
        <w:rPr>
          <w:sz w:val="24"/>
          <w:szCs w:val="24"/>
        </w:rPr>
      </w:pPr>
      <w:r>
        <w:rPr>
          <w:sz w:val="24"/>
          <w:szCs w:val="24"/>
        </w:rPr>
        <w:t>Dear Mr. Hampton,</w:t>
      </w:r>
    </w:p>
    <w:p w:rsidR="00A83568" w:rsidRDefault="00A83568">
      <w:pPr>
        <w:rPr>
          <w:sz w:val="24"/>
          <w:szCs w:val="24"/>
        </w:rPr>
      </w:pPr>
    </w:p>
    <w:p w:rsidR="00A83568" w:rsidRDefault="00A83568">
      <w:pPr>
        <w:rPr>
          <w:sz w:val="24"/>
          <w:szCs w:val="24"/>
        </w:rPr>
      </w:pPr>
      <w:r>
        <w:rPr>
          <w:sz w:val="24"/>
          <w:szCs w:val="24"/>
        </w:rPr>
        <w:t xml:space="preserve">I choose China to learn more about because they have so many interesting traditions and they seem to be a very interesting culture to me. China seems to be a big deal. They make a lot of everyday things we use today. In the next seven weeks in Global Networking and Exploration I expect to learn more about China and their culture. I find china very interesting because they do a lot of interesting things and traditions, and behind all of them is an interesting story. By this experience in Global Networking I will have a vaster knowledge about China and maybe get to go there myself. I look forward to expanding my knowledge during this rotation to learn more about the country I have chosen. </w:t>
      </w:r>
    </w:p>
    <w:sectPr w:rsidR="00A83568" w:rsidSect="00A83568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568" w:rsidRDefault="00A83568" w:rsidP="00A83568">
      <w:r>
        <w:separator/>
      </w:r>
    </w:p>
  </w:endnote>
  <w:endnote w:type="continuationSeparator" w:id="0">
    <w:p w:rsidR="00A83568" w:rsidRDefault="00A83568" w:rsidP="00A83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68" w:rsidRDefault="00A83568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568" w:rsidRDefault="00A83568" w:rsidP="00A83568">
      <w:r>
        <w:separator/>
      </w:r>
    </w:p>
  </w:footnote>
  <w:footnote w:type="continuationSeparator" w:id="0">
    <w:p w:rsidR="00A83568" w:rsidRDefault="00A83568" w:rsidP="00A83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68" w:rsidRDefault="00A83568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A83568"/>
    <w:rsid w:val="00A83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